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73BADF2F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3633D4">
        <w:rPr>
          <w:b/>
          <w:lang w:val="en-GB"/>
        </w:rPr>
        <w:t xml:space="preserve"> </w:t>
      </w:r>
      <w:r w:rsidR="006742AB" w:rsidRPr="006742AB">
        <w:rPr>
          <w:b/>
          <w:lang w:val="en-GB"/>
        </w:rPr>
        <w:t>47-G002-25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714468B3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3633D4">
        <w:rPr>
          <w:rFonts w:ascii="Calibri" w:hAnsi="Calibri" w:cs="Calibri"/>
          <w:lang w:val="en-GB"/>
        </w:rPr>
        <w:t>Kiribati Ports Authority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24F45AAB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Procurement number: </w:t>
      </w:r>
      <w:r w:rsidR="00D22286">
        <w:rPr>
          <w:lang w:val="en-GB"/>
        </w:rPr>
        <w:t>47-G002-25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3BB9" w14:textId="77777777" w:rsidR="000137AB" w:rsidRDefault="000137AB">
      <w:r>
        <w:separator/>
      </w:r>
    </w:p>
  </w:endnote>
  <w:endnote w:type="continuationSeparator" w:id="0">
    <w:p w14:paraId="01617212" w14:textId="77777777" w:rsidR="000137AB" w:rsidRDefault="000137AB">
      <w:r>
        <w:continuationSeparator/>
      </w:r>
    </w:p>
  </w:endnote>
  <w:endnote w:type="continuationNotice" w:id="1">
    <w:p w14:paraId="4CBB2388" w14:textId="77777777" w:rsidR="000137AB" w:rsidRDefault="00013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318E845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22286">
      <w:rPr>
        <w:noProof/>
      </w:rPr>
      <w:t>2025-06-05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026F" w14:textId="77777777" w:rsidR="000137AB" w:rsidRDefault="000137AB">
      <w:r>
        <w:separator/>
      </w:r>
    </w:p>
  </w:footnote>
  <w:footnote w:type="continuationSeparator" w:id="0">
    <w:p w14:paraId="7F001667" w14:textId="77777777" w:rsidR="000137AB" w:rsidRDefault="000137AB">
      <w:r>
        <w:continuationSeparator/>
      </w:r>
    </w:p>
  </w:footnote>
  <w:footnote w:type="continuationNotice" w:id="1">
    <w:p w14:paraId="600B4A05" w14:textId="77777777" w:rsidR="000137AB" w:rsidRDefault="000137AB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37AB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7279"/>
    <w:rsid w:val="000A10DC"/>
    <w:rsid w:val="000A181E"/>
    <w:rsid w:val="000A3A65"/>
    <w:rsid w:val="000A4544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3D4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2AB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2B4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3B8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59A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286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C24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7</Pages>
  <Words>1833</Words>
  <Characters>10452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12261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2025-06-05T02:45:00Z</dcterms:created>
  <dcterms:modified xsi:type="dcterms:W3CDTF">2025-06-05T02:45:00Z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